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B73D44" w:rsidP="00F0533E">
      <w:pPr>
        <w:rPr>
          <w:noProof/>
        </w:rPr>
      </w:pPr>
      <w:r w:rsidRPr="00621D3F">
        <w:rPr>
          <w:noProof/>
        </w:rPr>
        <w:t xml:space="preserve">Příloha č. </w:t>
      </w:r>
      <w:r w:rsidR="00621D3F" w:rsidRPr="00621D3F">
        <w:rPr>
          <w:noProof/>
        </w:rPr>
        <w:t>4</w:t>
      </w:r>
      <w:r w:rsidR="00B85B4C" w:rsidRPr="00621D3F">
        <w:rPr>
          <w:noProof/>
        </w:rPr>
        <w:t xml:space="preserve"> Smlouvy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30BC7" w:rsidRPr="00F30BC7" w:rsidTr="00270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:rsidR="00F30BC7" w:rsidRPr="00F30BC7" w:rsidRDefault="00F30BC7" w:rsidP="002703D8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30BC7">
              <w:rPr>
                <w:rFonts w:eastAsia="Times New Roman" w:cs="Times New Roman"/>
                <w:sz w:val="18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:rsidR="00F30BC7" w:rsidRPr="00F30BC7" w:rsidRDefault="00F30BC7" w:rsidP="002703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30BC7">
              <w:rPr>
                <w:rFonts w:eastAsia="Times New Roman" w:cs="Times New Roman"/>
                <w:sz w:val="18"/>
                <w:highlight w:val="yellow"/>
                <w:lang w:eastAsia="cs-CZ"/>
              </w:rPr>
              <w:t>Jméno a příjmení</w:t>
            </w:r>
          </w:p>
        </w:tc>
      </w:tr>
      <w:tr w:rsidR="00F30BC7" w:rsidRPr="00F30BC7" w:rsidTr="00270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:rsidR="00F30BC7" w:rsidRPr="00F30BC7" w:rsidRDefault="00F30BC7" w:rsidP="002703D8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30BC7">
              <w:rPr>
                <w:rFonts w:eastAsia="Times New Roman" w:cs="Times New Roman"/>
                <w:sz w:val="18"/>
                <w:highlight w:val="yellow"/>
                <w:lang w:eastAsia="cs-CZ"/>
              </w:rPr>
              <w:t>Technik</w:t>
            </w:r>
          </w:p>
        </w:tc>
        <w:tc>
          <w:tcPr>
            <w:tcW w:w="4352" w:type="dxa"/>
            <w:shd w:val="clear" w:color="auto" w:fill="auto"/>
          </w:tcPr>
          <w:p w:rsidR="00F30BC7" w:rsidRPr="00F30BC7" w:rsidRDefault="00F30BC7" w:rsidP="0027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30BC7" w:rsidRPr="00F30BC7" w:rsidTr="00270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:rsidR="00F30BC7" w:rsidRPr="00F30BC7" w:rsidRDefault="00F30BC7" w:rsidP="002703D8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30BC7">
              <w:rPr>
                <w:rFonts w:eastAsia="Times New Roman" w:cs="Times New Roman"/>
                <w:sz w:val="18"/>
                <w:highlight w:val="yellow"/>
                <w:lang w:eastAsia="cs-CZ"/>
              </w:rPr>
              <w:t>Technik</w:t>
            </w:r>
          </w:p>
        </w:tc>
        <w:tc>
          <w:tcPr>
            <w:tcW w:w="4352" w:type="dxa"/>
          </w:tcPr>
          <w:p w:rsidR="00F30BC7" w:rsidRPr="00F30BC7" w:rsidRDefault="00F30BC7" w:rsidP="0027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30BC7" w:rsidRPr="00F30BC7" w:rsidTr="00270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:rsidR="00F30BC7" w:rsidRPr="00F30BC7" w:rsidRDefault="00F30BC7" w:rsidP="002703D8">
            <w:pPr>
              <w:rPr>
                <w:rFonts w:eastAsia="Times New Roman" w:cs="Times New Roman"/>
                <w:sz w:val="18"/>
                <w:lang w:eastAsia="cs-CZ"/>
              </w:rPr>
            </w:pPr>
          </w:p>
        </w:tc>
      </w:tr>
    </w:tbl>
    <w:p w:rsidR="00B85B4C" w:rsidRP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549" w:rsidRDefault="002E1549" w:rsidP="00962258">
      <w:pPr>
        <w:spacing w:after="0" w:line="240" w:lineRule="auto"/>
      </w:pPr>
      <w:r>
        <w:separator/>
      </w:r>
    </w:p>
  </w:endnote>
  <w:endnote w:type="continuationSeparator" w:id="0">
    <w:p w:rsidR="002E1549" w:rsidRDefault="002E15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B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B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0C3F53">
          <w:pPr>
            <w:pStyle w:val="Zpa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549" w:rsidRDefault="002E1549" w:rsidP="00962258">
      <w:pPr>
        <w:spacing w:after="0" w:line="240" w:lineRule="auto"/>
      </w:pPr>
      <w:r>
        <w:separator/>
      </w:r>
    </w:p>
  </w:footnote>
  <w:footnote w:type="continuationSeparator" w:id="0">
    <w:p w:rsidR="002E1549" w:rsidRDefault="002E15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C3F5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154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1D3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0BC7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6DC4AE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44645-B066-4251-B1DB-110D8673E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3A7873-1143-4C3F-98CB-3358FE5E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2020-02-20T14:02:00Z</dcterms:created>
  <dcterms:modified xsi:type="dcterms:W3CDTF">2021-06-03T06:58:00Z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